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95" w:rsidRPr="00BA5760" w:rsidRDefault="00194295" w:rsidP="00143D43">
      <w:pPr>
        <w:pStyle w:val="NormalWeb"/>
        <w:keepNext/>
        <w:keepLine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обязательных</w:t>
      </w:r>
      <w:r w:rsidRPr="00BA5760">
        <w:rPr>
          <w:b/>
          <w:bCs/>
          <w:sz w:val="28"/>
          <w:szCs w:val="28"/>
        </w:rPr>
        <w:t xml:space="preserve"> контрольных упражнений для определения уровня развития физической подготовленности  и физических способностей</w:t>
      </w:r>
    </w:p>
    <w:p w:rsidR="00194295" w:rsidRPr="00D33628" w:rsidRDefault="00194295" w:rsidP="00113AF3">
      <w:pPr>
        <w:keepNext/>
        <w:keepLines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4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46"/>
        <w:gridCol w:w="938"/>
        <w:gridCol w:w="885"/>
        <w:gridCol w:w="709"/>
        <w:gridCol w:w="709"/>
        <w:gridCol w:w="992"/>
        <w:gridCol w:w="992"/>
        <w:gridCol w:w="1134"/>
        <w:gridCol w:w="1134"/>
        <w:gridCol w:w="1301"/>
        <w:gridCol w:w="1320"/>
        <w:gridCol w:w="1870"/>
        <w:gridCol w:w="2310"/>
      </w:tblGrid>
      <w:tr w:rsidR="00194295" w:rsidRPr="00894563">
        <w:trPr>
          <w:trHeight w:val="132"/>
        </w:trPr>
        <w:tc>
          <w:tcPr>
            <w:tcW w:w="4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Физические способности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Контрольное упражнение</w:t>
            </w:r>
          </w:p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(тест)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Классы 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Возраст</w:t>
            </w:r>
          </w:p>
        </w:tc>
        <w:tc>
          <w:tcPr>
            <w:tcW w:w="11053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 w:line="163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</w:t>
            </w:r>
          </w:p>
        </w:tc>
      </w:tr>
      <w:tr w:rsidR="00194295" w:rsidRPr="00894563">
        <w:trPr>
          <w:trHeight w:val="121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Мальчики </w:t>
            </w:r>
          </w:p>
        </w:tc>
        <w:tc>
          <w:tcPr>
            <w:tcW w:w="68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 w:line="149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Девочки </w:t>
            </w:r>
          </w:p>
        </w:tc>
      </w:tr>
      <w:tr w:rsidR="00194295" w:rsidRPr="00894563">
        <w:trPr>
          <w:trHeight w:val="86"/>
        </w:trPr>
        <w:tc>
          <w:tcPr>
            <w:tcW w:w="4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допустимый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достаточный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4295" w:rsidRPr="00894563" w:rsidRDefault="00194295" w:rsidP="00143D43">
            <w:pPr>
              <w:spacing w:after="0" w:line="106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высокий</w:t>
            </w:r>
          </w:p>
        </w:tc>
      </w:tr>
      <w:tr w:rsidR="00194295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30м</w:t>
            </w:r>
          </w:p>
          <w:p w:rsidR="00194295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194295" w:rsidRPr="00847C2F" w:rsidRDefault="00194295" w:rsidP="00143D43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7,8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6.3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6.1-5.5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5.0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7,8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6.4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6.3-5.7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5.1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4295" w:rsidRPr="00894563">
        <w:trPr>
          <w:trHeight w:val="1127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Координационные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Челночный бег 3х10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10,.2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9.7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9.3-8.8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8.5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10.1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9.7-9.3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8.9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4295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Скоростно-силовые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Прыжок в длину с места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140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160-180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195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130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150-175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185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4295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Выносливость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Бег 1000 м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8.40</w:t>
            </w:r>
          </w:p>
          <w:p w:rsidR="00194295" w:rsidRPr="00894563" w:rsidRDefault="00194295" w:rsidP="00143D43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7,46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4,47-7,45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4,46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8.40</w:t>
            </w:r>
          </w:p>
          <w:p w:rsidR="00194295" w:rsidRPr="00894563" w:rsidRDefault="00194295" w:rsidP="00143D43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8,21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5,21-8,20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5,20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4295" w:rsidRPr="00894563">
        <w:trPr>
          <w:trHeight w:val="1113"/>
        </w:trPr>
        <w:tc>
          <w:tcPr>
            <w:tcW w:w="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47C2F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Силовые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Подтягивание на высокой перекладине (мальчики) на низкой перекладине (девочки)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4-5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4295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 и ниже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10-14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9456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19 и выше</w:t>
            </w:r>
          </w:p>
          <w:p w:rsidR="00194295" w:rsidRPr="00894563" w:rsidRDefault="00194295" w:rsidP="00143D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94295" w:rsidRPr="00521A44" w:rsidRDefault="00194295" w:rsidP="00EC29A5">
      <w:pPr>
        <w:keepNext/>
        <w:keepLine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Высокий уровень                      80%-100% от максимальной суммы баллов – оценка «5»</w:t>
      </w:r>
    </w:p>
    <w:p w:rsidR="00194295" w:rsidRPr="00521A44" w:rsidRDefault="00194295" w:rsidP="00521A44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Достаточный    уровень             60-79% - оценка «4»</w:t>
      </w:r>
    </w:p>
    <w:p w:rsidR="00194295" w:rsidRPr="00521A44" w:rsidRDefault="00194295" w:rsidP="00521A44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Допустимый уровень                 40-59% -оценка «3»</w:t>
      </w:r>
    </w:p>
    <w:p w:rsidR="00194295" w:rsidRPr="00521A44" w:rsidRDefault="00194295" w:rsidP="00521A44">
      <w:pPr>
        <w:rPr>
          <w:rFonts w:ascii="Times New Roman" w:hAnsi="Times New Roman" w:cs="Times New Roman"/>
          <w:sz w:val="24"/>
          <w:szCs w:val="24"/>
        </w:rPr>
      </w:pPr>
      <w:r w:rsidRPr="00521A44">
        <w:rPr>
          <w:rFonts w:ascii="Times New Roman" w:hAnsi="Times New Roman" w:cs="Times New Roman"/>
          <w:sz w:val="24"/>
          <w:szCs w:val="24"/>
        </w:rPr>
        <w:t>Низкий уровень                           0- 39% - оценка «2»</w:t>
      </w:r>
    </w:p>
    <w:p w:rsidR="00194295" w:rsidRPr="00521A44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113AF3">
      <w:pPr>
        <w:keepNext/>
        <w:keepLines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295" w:rsidRDefault="00194295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94295" w:rsidRDefault="00194295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94295" w:rsidRDefault="00194295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94295" w:rsidRDefault="00194295" w:rsidP="00113A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94295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113AF3">
      <w:pPr>
        <w:spacing w:line="24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 w:rsidP="00CA565D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194295" w:rsidRDefault="00194295"/>
    <w:sectPr w:rsidR="00194295" w:rsidSect="00955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86947"/>
    <w:multiLevelType w:val="hybridMultilevel"/>
    <w:tmpl w:val="376E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AF3"/>
    <w:rsid w:val="00061DFF"/>
    <w:rsid w:val="000B385E"/>
    <w:rsid w:val="000D42DF"/>
    <w:rsid w:val="00113AF3"/>
    <w:rsid w:val="00143D43"/>
    <w:rsid w:val="00194295"/>
    <w:rsid w:val="001F2258"/>
    <w:rsid w:val="002E24CF"/>
    <w:rsid w:val="0037660D"/>
    <w:rsid w:val="003A7CB7"/>
    <w:rsid w:val="003B75CE"/>
    <w:rsid w:val="003C5913"/>
    <w:rsid w:val="004954C7"/>
    <w:rsid w:val="004F2B8E"/>
    <w:rsid w:val="004F46CF"/>
    <w:rsid w:val="00507B27"/>
    <w:rsid w:val="00521A44"/>
    <w:rsid w:val="005363CF"/>
    <w:rsid w:val="00593722"/>
    <w:rsid w:val="00597EBA"/>
    <w:rsid w:val="006209D0"/>
    <w:rsid w:val="006677E5"/>
    <w:rsid w:val="006943BF"/>
    <w:rsid w:val="00694AB9"/>
    <w:rsid w:val="00702D7B"/>
    <w:rsid w:val="007564A6"/>
    <w:rsid w:val="007E2A09"/>
    <w:rsid w:val="00847C2F"/>
    <w:rsid w:val="00880D4D"/>
    <w:rsid w:val="00894563"/>
    <w:rsid w:val="00955D75"/>
    <w:rsid w:val="009D4C1A"/>
    <w:rsid w:val="009E540E"/>
    <w:rsid w:val="00A9362C"/>
    <w:rsid w:val="00B36276"/>
    <w:rsid w:val="00B8502A"/>
    <w:rsid w:val="00B86B80"/>
    <w:rsid w:val="00BA42C3"/>
    <w:rsid w:val="00BA5760"/>
    <w:rsid w:val="00BC45C1"/>
    <w:rsid w:val="00BD1331"/>
    <w:rsid w:val="00C70CFC"/>
    <w:rsid w:val="00CA0D5A"/>
    <w:rsid w:val="00CA565D"/>
    <w:rsid w:val="00CB0340"/>
    <w:rsid w:val="00CC50B4"/>
    <w:rsid w:val="00CF31C2"/>
    <w:rsid w:val="00D33628"/>
    <w:rsid w:val="00E9131B"/>
    <w:rsid w:val="00EC29A5"/>
    <w:rsid w:val="00EE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F3"/>
    <w:pPr>
      <w:spacing w:after="200" w:line="276" w:lineRule="auto"/>
      <w:jc w:val="both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113AF3"/>
    <w:rPr>
      <w:b/>
      <w:bCs/>
    </w:rPr>
  </w:style>
  <w:style w:type="paragraph" w:styleId="NormalWeb">
    <w:name w:val="Normal (Web)"/>
    <w:basedOn w:val="Normal"/>
    <w:uiPriority w:val="99"/>
    <w:rsid w:val="00113A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187</Words>
  <Characters>1069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Дашуля</dc:creator>
  <cp:keywords/>
  <dc:description/>
  <cp:lastModifiedBy>School</cp:lastModifiedBy>
  <cp:revision>12</cp:revision>
  <dcterms:created xsi:type="dcterms:W3CDTF">2014-10-02T20:21:00Z</dcterms:created>
  <dcterms:modified xsi:type="dcterms:W3CDTF">2005-12-31T16:19:00Z</dcterms:modified>
</cp:coreProperties>
</file>